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3A6BF" w14:textId="77777777" w:rsidR="008F723D" w:rsidRDefault="008F723D" w:rsidP="008F723D">
      <w:pPr>
        <w:pStyle w:val="newpples"/>
        <w:rPr>
          <w:rFonts w:hAnsi="ＭＳ 明朝"/>
        </w:rPr>
      </w:pPr>
      <w:r w:rsidRPr="008F723D">
        <w:rPr>
          <w:rFonts w:hAnsi="ＭＳ 明朝" w:hint="eastAsia"/>
        </w:rPr>
        <w:t>ユーザーの皆様へ</w:t>
      </w:r>
    </w:p>
    <w:p w14:paraId="4F11800F" w14:textId="77777777" w:rsidR="00616AF7" w:rsidRDefault="00616AF7" w:rsidP="008F723D">
      <w:pPr>
        <w:pStyle w:val="newpples"/>
        <w:rPr>
          <w:rFonts w:hAnsi="ＭＳ 明朝"/>
        </w:rPr>
      </w:pPr>
    </w:p>
    <w:p w14:paraId="793A6AA7" w14:textId="77FBF85D" w:rsidR="00616AF7" w:rsidRDefault="00616AF7" w:rsidP="00616AF7">
      <w:pPr>
        <w:pStyle w:val="newpples"/>
        <w:rPr>
          <w:rFonts w:hAnsi="ＭＳ 明朝"/>
        </w:rPr>
      </w:pPr>
      <w:r>
        <w:rPr>
          <w:rFonts w:hAnsi="ＭＳ 明朝" w:hint="eastAsia"/>
        </w:rPr>
        <w:t>いつもE</w:t>
      </w:r>
      <w:r>
        <w:rPr>
          <w:rFonts w:hAnsi="ＭＳ 明朝"/>
        </w:rPr>
        <w:t>NPAWD</w:t>
      </w:r>
      <w:r>
        <w:rPr>
          <w:rFonts w:hAnsi="ＭＳ 明朝" w:hint="eastAsia"/>
        </w:rPr>
        <w:t>のご利用ありがとうございます。</w:t>
      </w:r>
      <w:r>
        <w:rPr>
          <w:rFonts w:hAnsi="ＭＳ 明朝" w:hint="eastAsia"/>
        </w:rPr>
        <w:t>2</w:t>
      </w:r>
      <w:r>
        <w:rPr>
          <w:rFonts w:hAnsi="ＭＳ 明朝"/>
        </w:rPr>
        <w:t>024</w:t>
      </w:r>
      <w:r>
        <w:rPr>
          <w:rFonts w:hAnsi="ＭＳ 明朝" w:hint="eastAsia"/>
        </w:rPr>
        <w:t>年2月になりましたので、E</w:t>
      </w:r>
      <w:r>
        <w:rPr>
          <w:rFonts w:hAnsi="ＭＳ 明朝"/>
        </w:rPr>
        <w:t>NPAWD</w:t>
      </w:r>
      <w:r>
        <w:rPr>
          <w:rFonts w:hAnsi="ＭＳ 明朝" w:hint="eastAsia"/>
        </w:rPr>
        <w:t>をフリーソフトに変更させていただきます。事情は、</w:t>
      </w:r>
      <w:r>
        <w:rPr>
          <w:rFonts w:hAnsi="ＭＳ 明朝" w:hint="eastAsia"/>
        </w:rPr>
        <w:t>以下</w:t>
      </w:r>
      <w:r>
        <w:rPr>
          <w:rFonts w:hAnsi="ＭＳ 明朝" w:hint="eastAsia"/>
        </w:rPr>
        <w:t>のように以前お知らせした</w:t>
      </w:r>
      <w:r w:rsidR="007946EA">
        <w:rPr>
          <w:rFonts w:hAnsi="ＭＳ 明朝" w:hint="eastAsia"/>
        </w:rPr>
        <w:t>通り</w:t>
      </w:r>
      <w:r>
        <w:rPr>
          <w:rFonts w:hAnsi="ＭＳ 明朝" w:hint="eastAsia"/>
        </w:rPr>
        <w:t>です。</w:t>
      </w:r>
    </w:p>
    <w:p w14:paraId="3650C3FE" w14:textId="77777777" w:rsidR="00616AF7" w:rsidRDefault="00616AF7" w:rsidP="00616AF7">
      <w:pPr>
        <w:pStyle w:val="newpples"/>
        <w:rPr>
          <w:rFonts w:hAnsi="ＭＳ 明朝"/>
        </w:rPr>
      </w:pPr>
    </w:p>
    <w:p w14:paraId="4C2B1889" w14:textId="3B7ED0FD" w:rsidR="00616AF7" w:rsidRDefault="007946EA" w:rsidP="00616AF7">
      <w:pPr>
        <w:pStyle w:val="newpples"/>
        <w:rPr>
          <w:rFonts w:hAnsi="ＭＳ 明朝"/>
        </w:rPr>
      </w:pPr>
      <w:r>
        <w:rPr>
          <w:rFonts w:hAnsi="ＭＳ 明朝" w:hint="eastAsia"/>
        </w:rPr>
        <w:t>今後も</w:t>
      </w:r>
      <w:r w:rsidRPr="007946EA">
        <w:rPr>
          <w:rFonts w:hAnsi="ＭＳ 明朝" w:hint="eastAsia"/>
        </w:rPr>
        <w:t>私にできる限りのサポートはしたいと思っています。どうかご理解のほどよろしくお願いします。</w:t>
      </w:r>
    </w:p>
    <w:p w14:paraId="1FC0639B" w14:textId="77777777" w:rsidR="007946EA" w:rsidRDefault="007946EA" w:rsidP="00616AF7">
      <w:pPr>
        <w:pStyle w:val="newpples"/>
        <w:rPr>
          <w:rFonts w:hAnsi="ＭＳ 明朝"/>
        </w:rPr>
      </w:pPr>
    </w:p>
    <w:p w14:paraId="57D78C81" w14:textId="12EC6CFB" w:rsidR="007946EA" w:rsidRPr="007946EA" w:rsidRDefault="007946EA" w:rsidP="007946EA">
      <w:pPr>
        <w:pStyle w:val="newpples"/>
        <w:rPr>
          <w:rFonts w:hAnsi="ＭＳ 明朝" w:hint="eastAsia"/>
        </w:rPr>
      </w:pPr>
      <w:r w:rsidRPr="007946EA">
        <w:rPr>
          <w:rFonts w:hAnsi="ＭＳ 明朝" w:hint="eastAsia"/>
        </w:rPr>
        <w:t xml:space="preserve">                                                </w:t>
      </w:r>
      <w:r>
        <w:rPr>
          <w:rFonts w:hAnsi="ＭＳ 明朝" w:hint="eastAsia"/>
        </w:rPr>
        <w:t xml:space="preserve">　　　　　　　　　　　</w:t>
      </w:r>
      <w:r w:rsidRPr="007946EA">
        <w:rPr>
          <w:rFonts w:hAnsi="ＭＳ 明朝" w:hint="eastAsia"/>
        </w:rPr>
        <w:t xml:space="preserve"> 依田　茂</w:t>
      </w:r>
    </w:p>
    <w:p w14:paraId="033623BB" w14:textId="378406E1" w:rsidR="007946EA" w:rsidRPr="007946EA" w:rsidRDefault="007946EA" w:rsidP="007946EA">
      <w:pPr>
        <w:pStyle w:val="newpples"/>
        <w:wordWrap w:val="0"/>
        <w:jc w:val="right"/>
        <w:rPr>
          <w:rFonts w:hAnsi="ＭＳ 明朝"/>
        </w:rPr>
      </w:pPr>
      <w:r w:rsidRPr="007946EA">
        <w:rPr>
          <w:rFonts w:hAnsi="ＭＳ 明朝"/>
        </w:rPr>
        <w:t xml:space="preserve">                  e-mail:  </w:t>
      </w:r>
      <w:hyperlink r:id="rId6" w:history="1">
        <w:r w:rsidRPr="00F579FC">
          <w:rPr>
            <w:rStyle w:val="a7"/>
            <w:rFonts w:hAnsi="ＭＳ 明朝"/>
          </w:rPr>
          <w:t>uni@unicorned.com</w:t>
        </w:r>
      </w:hyperlink>
      <w:r>
        <w:rPr>
          <w:rFonts w:hAnsi="ＭＳ 明朝"/>
        </w:rPr>
        <w:t xml:space="preserve">              </w:t>
      </w:r>
    </w:p>
    <w:p w14:paraId="4F0581DE" w14:textId="6A2EE65C" w:rsidR="007946EA" w:rsidRPr="007946EA" w:rsidRDefault="007946EA" w:rsidP="007946EA">
      <w:pPr>
        <w:pStyle w:val="newpples"/>
        <w:wordWrap w:val="0"/>
        <w:jc w:val="right"/>
        <w:rPr>
          <w:rFonts w:hAnsi="ＭＳ 明朝"/>
        </w:rPr>
      </w:pPr>
      <w:r w:rsidRPr="007946EA">
        <w:rPr>
          <w:rFonts w:hAnsi="ＭＳ 明朝"/>
        </w:rPr>
        <w:t xml:space="preserve">                    URL:     </w:t>
      </w:r>
      <w:hyperlink r:id="rId7" w:history="1">
        <w:r w:rsidRPr="00F579FC">
          <w:rPr>
            <w:rStyle w:val="a7"/>
            <w:rFonts w:hAnsi="ＭＳ 明朝"/>
          </w:rPr>
          <w:t>https://tokkyo.unicorned.com/</w:t>
        </w:r>
      </w:hyperlink>
      <w:r>
        <w:rPr>
          <w:rFonts w:hAnsi="ＭＳ 明朝"/>
        </w:rPr>
        <w:t xml:space="preserve">  </w:t>
      </w:r>
    </w:p>
    <w:p w14:paraId="229BACE6" w14:textId="0BADC320" w:rsidR="007946EA" w:rsidRPr="007946EA" w:rsidRDefault="007946EA" w:rsidP="007946EA">
      <w:pPr>
        <w:pStyle w:val="newpples"/>
        <w:wordWrap w:val="0"/>
        <w:jc w:val="right"/>
        <w:rPr>
          <w:rFonts w:hAnsi="ＭＳ 明朝" w:hint="eastAsia"/>
        </w:rPr>
      </w:pPr>
      <w:r w:rsidRPr="007946EA">
        <w:rPr>
          <w:rFonts w:hAnsi="ＭＳ 明朝"/>
        </w:rPr>
        <w:t xml:space="preserve">                            </w:t>
      </w:r>
      <w:hyperlink r:id="rId8" w:history="1">
        <w:r w:rsidRPr="00F579FC">
          <w:rPr>
            <w:rStyle w:val="a7"/>
            <w:rFonts w:hAnsi="ＭＳ 明朝"/>
          </w:rPr>
          <w:t>https://ameblo.jp/unicorned/</w:t>
        </w:r>
      </w:hyperlink>
      <w:r>
        <w:rPr>
          <w:rFonts w:hAnsi="ＭＳ 明朝" w:hint="eastAsia"/>
        </w:rPr>
        <w:t xml:space="preserve">　 </w:t>
      </w:r>
    </w:p>
    <w:p w14:paraId="2C70AA1A" w14:textId="77777777" w:rsidR="00616AF7" w:rsidRPr="00616AF7" w:rsidRDefault="00616AF7" w:rsidP="008F723D">
      <w:pPr>
        <w:pStyle w:val="newpples"/>
        <w:rPr>
          <w:rFonts w:hAnsi="ＭＳ 明朝" w:hint="eastAsia"/>
        </w:rPr>
      </w:pPr>
    </w:p>
    <w:p w14:paraId="25B0CF66" w14:textId="77777777" w:rsidR="008F723D" w:rsidRPr="008F723D" w:rsidRDefault="008F723D" w:rsidP="008F723D">
      <w:pPr>
        <w:pStyle w:val="newpples"/>
        <w:rPr>
          <w:rFonts w:hAnsi="ＭＳ 明朝" w:hint="eastAsia"/>
        </w:rPr>
      </w:pPr>
    </w:p>
    <w:p w14:paraId="0B1136BA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今まで長い間、ENPAWD(及びその前身)をご利用くださり、ありがとうございました。</w:t>
      </w:r>
    </w:p>
    <w:p w14:paraId="2E6D39AA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2F49FC29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私も特許事務所を退職してからもう２年くらい経ったでしょうか。今ではすっかり年金暮らしに慣れ、MS-WORDを開く機会もほとんどなくなりました。</w:t>
      </w:r>
    </w:p>
    <w:p w14:paraId="445B7CB9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04CC9828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以前は多数の新規ユーザー様がいらしたものですが、近年は新規ユーザー様が１年に一人くらいになってきました。最新のユーザー様は2023年2月にライセンス契約してくださった方です。</w:t>
      </w:r>
    </w:p>
    <w:p w14:paraId="37F5ECEE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708F3B5A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今までオフィス365を購入して毎年ユーザー更新してきましたが、今や自分でMS-WORDを使うことはほとんどなくなり、オフィス365も今年6月で更新解除しました。今は、買い取り版のMicrosoft Office Professional Plus 2021を、ユーザー様へのサポート用に購入しました。</w:t>
      </w:r>
    </w:p>
    <w:p w14:paraId="41E4E42E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0512958D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以上のような状況ですので、終活ではないですが、ENPAWDをフリーソフトに変更して、肩の荷を降ろそうと思います。今すぐにでもフリーソフトに変更したいところですが、最新のユーザー様に対してそれは失礼かと思い、2024年2月にフリーソフトに変更することにしました。</w:t>
      </w:r>
    </w:p>
    <w:p w14:paraId="34FFF7B9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5ACF4235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まことに勝手なお願いですが、どうか72歳になる私のわがままをお許しください。</w:t>
      </w:r>
    </w:p>
    <w:p w14:paraId="5C2BC877" w14:textId="77777777" w:rsidR="008F723D" w:rsidRPr="00616AF7" w:rsidRDefault="008F723D" w:rsidP="008F723D">
      <w:pPr>
        <w:pStyle w:val="newpples"/>
        <w:rPr>
          <w:rFonts w:hAnsi="ＭＳ 明朝" w:hint="eastAsia"/>
          <w:i/>
          <w:iCs/>
          <w:color w:val="FF0000"/>
        </w:rPr>
      </w:pPr>
    </w:p>
    <w:p w14:paraId="16B65593" w14:textId="77777777" w:rsidR="008F723D" w:rsidRPr="00616AF7" w:rsidRDefault="008F723D" w:rsidP="008F723D">
      <w:pPr>
        <w:pStyle w:val="newpples"/>
        <w:rPr>
          <w:rFonts w:hAnsi="ＭＳ 明朝"/>
          <w:i/>
          <w:iCs/>
          <w:color w:val="FF0000"/>
        </w:rPr>
      </w:pPr>
      <w:r w:rsidRPr="00616AF7">
        <w:rPr>
          <w:rFonts w:hAnsi="ＭＳ 明朝" w:hint="eastAsia"/>
          <w:i/>
          <w:iCs/>
          <w:color w:val="FF0000"/>
        </w:rPr>
        <w:t>フリーソフトになっても、私にできる限りのサポートはしたいと思っています。どうかご理解のほどよろしくお願いします。</w:t>
      </w:r>
    </w:p>
    <w:p w14:paraId="6BFDA1CC" w14:textId="77777777" w:rsidR="008F723D" w:rsidRPr="00616AF7" w:rsidRDefault="008F723D" w:rsidP="008F723D">
      <w:pPr>
        <w:pStyle w:val="newpples"/>
        <w:rPr>
          <w:rFonts w:hAnsi="ＭＳ 明朝"/>
          <w:i/>
          <w:iCs/>
          <w:color w:val="FF0000"/>
        </w:rPr>
      </w:pPr>
    </w:p>
    <w:sectPr w:rsidR="008F723D" w:rsidRPr="00616AF7">
      <w:headerReference w:type="default" r:id="rId9"/>
      <w:pgSz w:w="11906" w:h="16838" w:code="9"/>
      <w:pgMar w:top="1814" w:right="1134" w:bottom="1814" w:left="1134" w:header="851" w:footer="794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6E78" w14:textId="77777777" w:rsidR="007812D4" w:rsidRDefault="007812D4">
      <w:r>
        <w:separator/>
      </w:r>
    </w:p>
  </w:endnote>
  <w:endnote w:type="continuationSeparator" w:id="0">
    <w:p w14:paraId="55FFAD4E" w14:textId="77777777" w:rsidR="007812D4" w:rsidRDefault="0078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15515" w14:textId="77777777" w:rsidR="007812D4" w:rsidRDefault="007812D4">
      <w:r>
        <w:separator/>
      </w:r>
    </w:p>
  </w:footnote>
  <w:footnote w:type="continuationSeparator" w:id="0">
    <w:p w14:paraId="5819BF49" w14:textId="77777777" w:rsidR="007812D4" w:rsidRDefault="00781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25EA2" w14:textId="77777777" w:rsidR="00CF6980" w:rsidRDefault="00CF6980">
    <w:pPr>
      <w:jc w:val="right"/>
      <w:rPr>
        <w:sz w:val="21"/>
        <w:szCs w:val="21"/>
      </w:rPr>
    </w:pPr>
    <w:r>
      <w:rPr>
        <w:rFonts w:hint="eastAsia"/>
        <w:sz w:val="21"/>
        <w:szCs w:val="21"/>
      </w:rPr>
      <w:t>ページ(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 w:rsidR="00000512">
      <w:rPr>
        <w:noProof/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120"/>
  <w:drawingGridVerticalSpacing w:val="163"/>
  <w:displayHorizontalDrawingGridEvery w:val="2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723D"/>
    <w:rsid w:val="00000512"/>
    <w:rsid w:val="0012510F"/>
    <w:rsid w:val="002B6E78"/>
    <w:rsid w:val="004625A1"/>
    <w:rsid w:val="005A48F7"/>
    <w:rsid w:val="00616AF7"/>
    <w:rsid w:val="006263B2"/>
    <w:rsid w:val="007774CC"/>
    <w:rsid w:val="007812D4"/>
    <w:rsid w:val="007946EA"/>
    <w:rsid w:val="00795A91"/>
    <w:rsid w:val="007A7D19"/>
    <w:rsid w:val="008F723D"/>
    <w:rsid w:val="00B41E4A"/>
    <w:rsid w:val="00CF6980"/>
    <w:rsid w:val="00D90A39"/>
    <w:rsid w:val="00F320A0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A8015B"/>
  <w15:chartTrackingRefBased/>
  <w15:docId w15:val="{1D618716-50DD-4E2E-984D-D3083FCC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80" w:lineRule="atLeast"/>
      <w:jc w:val="both"/>
    </w:pPr>
    <w:rPr>
      <w:rFonts w:ascii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Plain Text"/>
    <w:basedOn w:val="a"/>
    <w:link w:val="a5"/>
    <w:uiPriority w:val="99"/>
    <w:pPr>
      <w:wordWrap/>
      <w:autoSpaceDE/>
      <w:autoSpaceDN/>
      <w:adjustRightInd/>
      <w:spacing w:line="240" w:lineRule="auto"/>
    </w:pPr>
    <w:rPr>
      <w:rFonts w:hAnsi="Courier New" w:cs="Courier New"/>
      <w:kern w:val="2"/>
      <w:sz w:val="21"/>
      <w:szCs w:val="21"/>
    </w:rPr>
  </w:style>
  <w:style w:type="paragraph" w:customStyle="1" w:styleId="newpples1">
    <w:name w:val="newpples1"/>
    <w:basedOn w:val="newpples"/>
    <w:pPr>
      <w:spacing w:line="240" w:lineRule="auto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newpples2">
    <w:name w:val="newpples2"/>
    <w:basedOn w:val="newpples"/>
    <w:pPr>
      <w:spacing w:line="480" w:lineRule="auto"/>
    </w:pPr>
  </w:style>
  <w:style w:type="paragraph" w:customStyle="1" w:styleId="newpples">
    <w:name w:val="newpples"/>
    <w:basedOn w:val="a"/>
    <w:pPr>
      <w:kinsoku w:val="0"/>
      <w:wordWrap/>
      <w:overflowPunct w:val="0"/>
      <w:spacing w:line="260" w:lineRule="exact"/>
    </w:pPr>
    <w:rPr>
      <w:szCs w:val="18"/>
    </w:rPr>
  </w:style>
  <w:style w:type="paragraph" w:customStyle="1" w:styleId="newpples15">
    <w:name w:val="newpples15"/>
    <w:basedOn w:val="newpples"/>
    <w:pPr>
      <w:spacing w:line="360" w:lineRule="auto"/>
    </w:pPr>
  </w:style>
  <w:style w:type="paragraph" w:customStyle="1" w:styleId="newpples25">
    <w:name w:val="newpples25行"/>
    <w:basedOn w:val="newpples"/>
    <w:pPr>
      <w:spacing w:line="520" w:lineRule="exact"/>
    </w:pPr>
  </w:style>
  <w:style w:type="paragraph" w:customStyle="1" w:styleId="newpples29">
    <w:name w:val="newpples29行"/>
    <w:basedOn w:val="newpples"/>
    <w:pPr>
      <w:spacing w:line="450" w:lineRule="exact"/>
    </w:pPr>
  </w:style>
  <w:style w:type="paragraph" w:customStyle="1" w:styleId="newpples150">
    <w:name w:val="newpples15見出し"/>
    <w:basedOn w:val="newpples15"/>
    <w:next w:val="newpples15"/>
    <w:qFormat/>
    <w:rsid w:val="00D90A39"/>
    <w:pPr>
      <w:outlineLvl w:val="0"/>
    </w:pPr>
  </w:style>
  <w:style w:type="paragraph" w:customStyle="1" w:styleId="newpples10">
    <w:name w:val="newpples1見出し"/>
    <w:basedOn w:val="newpples1"/>
    <w:next w:val="newpples1"/>
    <w:qFormat/>
    <w:rsid w:val="00D90A39"/>
    <w:pPr>
      <w:outlineLvl w:val="0"/>
    </w:pPr>
  </w:style>
  <w:style w:type="paragraph" w:customStyle="1" w:styleId="newpples250">
    <w:name w:val="newpples25行見出し"/>
    <w:basedOn w:val="newpples25"/>
    <w:next w:val="newpples25"/>
    <w:qFormat/>
    <w:rsid w:val="00D90A39"/>
    <w:pPr>
      <w:outlineLvl w:val="0"/>
    </w:pPr>
  </w:style>
  <w:style w:type="paragraph" w:customStyle="1" w:styleId="newpples290">
    <w:name w:val="newpples29行見出し"/>
    <w:basedOn w:val="newpples29"/>
    <w:next w:val="newpples29"/>
    <w:qFormat/>
    <w:rsid w:val="00D90A39"/>
    <w:pPr>
      <w:outlineLvl w:val="0"/>
    </w:pPr>
  </w:style>
  <w:style w:type="paragraph" w:customStyle="1" w:styleId="newpples20">
    <w:name w:val="newpples2見出し"/>
    <w:basedOn w:val="newpples2"/>
    <w:next w:val="newpples2"/>
    <w:qFormat/>
    <w:rsid w:val="00D90A39"/>
    <w:pPr>
      <w:outlineLvl w:val="0"/>
    </w:pPr>
  </w:style>
  <w:style w:type="paragraph" w:customStyle="1" w:styleId="newpples0">
    <w:name w:val="newpples見出し"/>
    <w:basedOn w:val="newpples"/>
    <w:next w:val="newpples"/>
    <w:qFormat/>
    <w:rsid w:val="00D90A39"/>
    <w:pPr>
      <w:outlineLvl w:val="0"/>
    </w:pPr>
  </w:style>
  <w:style w:type="character" w:customStyle="1" w:styleId="a5">
    <w:name w:val="書式なし (文字)"/>
    <w:link w:val="a4"/>
    <w:uiPriority w:val="99"/>
    <w:rsid w:val="008F723D"/>
    <w:rPr>
      <w:rFonts w:ascii="ＭＳ 明朝" w:hAnsi="Courier New" w:cs="Courier New"/>
      <w:kern w:val="2"/>
      <w:sz w:val="21"/>
      <w:szCs w:val="21"/>
    </w:rPr>
  </w:style>
  <w:style w:type="character" w:styleId="a7">
    <w:name w:val="Hyperlink"/>
    <w:rsid w:val="007946EA"/>
    <w:rPr>
      <w:color w:val="0563C1"/>
      <w:u w:val="single"/>
    </w:rPr>
  </w:style>
  <w:style w:type="character" w:styleId="a8">
    <w:name w:val="Unresolved Mention"/>
    <w:uiPriority w:val="99"/>
    <w:semiHidden/>
    <w:unhideWhenUsed/>
    <w:rsid w:val="00794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eblo.jp/unicorne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okkyo.unicorned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ni@unicorned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ewpples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newpples.dotm</Template>
  <TotalTime>15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【書類名】特許請求の範囲</vt:lpstr>
      <vt:lpstr>【書類名】特許請求の範囲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【書類名】特許請求の範囲</dc:title>
  <dc:subject/>
  <dc:creator>依田茂</dc:creator>
  <cp:keywords/>
  <cp:lastModifiedBy>Shigeru Yoda</cp:lastModifiedBy>
  <cp:revision>3</cp:revision>
  <cp:lastPrinted>2008-02-27T09:19:00Z</cp:lastPrinted>
  <dcterms:created xsi:type="dcterms:W3CDTF">2024-01-28T00:15:00Z</dcterms:created>
  <dcterms:modified xsi:type="dcterms:W3CDTF">2024-01-28T00:30:00Z</dcterms:modified>
</cp:coreProperties>
</file>